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D6" w:rsidRDefault="00D46846">
      <w:bookmarkStart w:id="0" w:name="_GoBack"/>
      <w:bookmarkEnd w:id="0"/>
      <w:r>
        <w:rPr>
          <w:noProof/>
          <w:color w:val="0000FF"/>
        </w:rPr>
        <w:drawing>
          <wp:anchor distT="0" distB="0" distL="114300" distR="114300" simplePos="0" relativeHeight="251662336" behindDoc="1" locked="0" layoutInCell="1" allowOverlap="1" wp14:anchorId="071303C1" wp14:editId="7F83A8B9">
            <wp:simplePos x="0" y="0"/>
            <wp:positionH relativeFrom="column">
              <wp:posOffset>4392930</wp:posOffset>
            </wp:positionH>
            <wp:positionV relativeFrom="paragraph">
              <wp:posOffset>7559675</wp:posOffset>
            </wp:positionV>
            <wp:extent cx="1784350" cy="1527175"/>
            <wp:effectExtent l="0" t="0" r="6350" b="0"/>
            <wp:wrapTight wrapText="bothSides">
              <wp:wrapPolygon edited="0">
                <wp:start x="0" y="0"/>
                <wp:lineTo x="0" y="21286"/>
                <wp:lineTo x="21446" y="21286"/>
                <wp:lineTo x="21446" y="0"/>
                <wp:lineTo x="0" y="0"/>
              </wp:wrapPolygon>
            </wp:wrapTight>
            <wp:docPr id="3" name="irc_mi" descr="http://departments.bloomu.edu/langcult/images/bulogo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departments.bloomu.edu/langcult/images/bulogo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3B707074" wp14:editId="6396DEDE">
            <wp:simplePos x="0" y="0"/>
            <wp:positionH relativeFrom="column">
              <wp:posOffset>2654300</wp:posOffset>
            </wp:positionH>
            <wp:positionV relativeFrom="paragraph">
              <wp:posOffset>5354955</wp:posOffset>
            </wp:positionV>
            <wp:extent cx="3526790" cy="2350770"/>
            <wp:effectExtent l="0" t="0" r="0" b="0"/>
            <wp:wrapTight wrapText="bothSides">
              <wp:wrapPolygon edited="0">
                <wp:start x="0" y="0"/>
                <wp:lineTo x="0" y="21355"/>
                <wp:lineTo x="21468" y="21355"/>
                <wp:lineTo x="214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sky loung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6790" cy="235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1" locked="0" layoutInCell="1" allowOverlap="1" wp14:anchorId="2DF0C47D" wp14:editId="08AEC116">
            <wp:simplePos x="0" y="0"/>
            <wp:positionH relativeFrom="column">
              <wp:posOffset>-412115</wp:posOffset>
            </wp:positionH>
            <wp:positionV relativeFrom="paragraph">
              <wp:posOffset>5354955</wp:posOffset>
            </wp:positionV>
            <wp:extent cx="2828290" cy="2519045"/>
            <wp:effectExtent l="0" t="0" r="0" b="0"/>
            <wp:wrapTight wrapText="bothSides">
              <wp:wrapPolygon edited="0">
                <wp:start x="0" y="0"/>
                <wp:lineTo x="0" y="21399"/>
                <wp:lineTo x="21387" y="21399"/>
                <wp:lineTo x="2138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321C05" wp14:editId="2469BA0B">
                <wp:simplePos x="0" y="0"/>
                <wp:positionH relativeFrom="margin">
                  <wp:posOffset>-415211</wp:posOffset>
                </wp:positionH>
                <wp:positionV relativeFrom="paragraph">
                  <wp:posOffset>1548882</wp:posOffset>
                </wp:positionV>
                <wp:extent cx="6270106" cy="570230"/>
                <wp:effectExtent l="0" t="0" r="0" b="1270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0106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138" w:rsidRDefault="002B1138" w:rsidP="00FF2098">
                            <w:pPr>
                              <w:pStyle w:val="DateTime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8F7EB7">
                              <w:rPr>
                                <w:b/>
                                <w:sz w:val="56"/>
                                <w:szCs w:val="56"/>
                              </w:rPr>
                              <w:t>The Husky Lounge</w:t>
                            </w:r>
                            <w:r w:rsidR="00D46846">
                              <w:rPr>
                                <w:b/>
                                <w:sz w:val="56"/>
                                <w:szCs w:val="56"/>
                              </w:rPr>
                              <w:t xml:space="preserve">- In the </w:t>
                            </w:r>
                            <w:proofErr w:type="spellStart"/>
                            <w:r w:rsidR="00D46846">
                              <w:rPr>
                                <w:b/>
                                <w:sz w:val="56"/>
                                <w:szCs w:val="56"/>
                              </w:rPr>
                              <w:t>Kehr</w:t>
                            </w:r>
                            <w:proofErr w:type="spellEnd"/>
                            <w:r w:rsidR="00D46846">
                              <w:rPr>
                                <w:b/>
                                <w:sz w:val="56"/>
                                <w:szCs w:val="56"/>
                              </w:rPr>
                              <w:t xml:space="preserve"> Union</w:t>
                            </w:r>
                          </w:p>
                          <w:p w:rsidR="00D46846" w:rsidRPr="008F7EB7" w:rsidRDefault="00D46846" w:rsidP="00FF2098">
                            <w:pPr>
                              <w:pStyle w:val="DateTime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32.7pt;margin-top:121.95pt;width:493.7pt;height:44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wmatgIAALk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" filled="f" stroked="f">
                <v:textbox>
                  <w:txbxContent>
                    <w:p w:rsidR="002B1138" w:rsidRDefault="002B1138" w:rsidP="00FF2098">
                      <w:pPr>
                        <w:pStyle w:val="DateTime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8F7EB7">
                        <w:rPr>
                          <w:b/>
                          <w:sz w:val="56"/>
                          <w:szCs w:val="56"/>
                        </w:rPr>
                        <w:t>The Husky Lounge</w:t>
                      </w:r>
                      <w:r w:rsidR="00D46846">
                        <w:rPr>
                          <w:b/>
                          <w:sz w:val="56"/>
                          <w:szCs w:val="56"/>
                        </w:rPr>
                        <w:t xml:space="preserve">- In the </w:t>
                      </w:r>
                      <w:proofErr w:type="spellStart"/>
                      <w:r w:rsidR="00D46846">
                        <w:rPr>
                          <w:b/>
                          <w:sz w:val="56"/>
                          <w:szCs w:val="56"/>
                        </w:rPr>
                        <w:t>Kehr</w:t>
                      </w:r>
                      <w:proofErr w:type="spellEnd"/>
                      <w:r w:rsidR="00D46846">
                        <w:rPr>
                          <w:b/>
                          <w:sz w:val="56"/>
                          <w:szCs w:val="56"/>
                        </w:rPr>
                        <w:t xml:space="preserve"> Union</w:t>
                      </w:r>
                    </w:p>
                    <w:p w:rsidR="00D46846" w:rsidRPr="008F7EB7" w:rsidRDefault="00D46846" w:rsidP="00FF2098">
                      <w:pPr>
                        <w:pStyle w:val="DateTime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3FBBD0" wp14:editId="1514F4EE">
                <wp:simplePos x="0" y="0"/>
                <wp:positionH relativeFrom="margin">
                  <wp:posOffset>225425</wp:posOffset>
                </wp:positionH>
                <wp:positionV relativeFrom="paragraph">
                  <wp:posOffset>-266700</wp:posOffset>
                </wp:positionV>
                <wp:extent cx="4938395" cy="1542415"/>
                <wp:effectExtent l="0" t="0" r="0" b="635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8395" cy="154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138" w:rsidRPr="00D46846" w:rsidRDefault="002B1138" w:rsidP="00FF2098">
                            <w:pPr>
                              <w:pStyle w:val="EventHeading1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D46846">
                              <w:rPr>
                                <w:b/>
                                <w:sz w:val="56"/>
                                <w:szCs w:val="56"/>
                              </w:rPr>
                              <w:t>NOW HIRING!</w:t>
                            </w:r>
                          </w:p>
                          <w:p w:rsidR="002B1138" w:rsidRPr="00D46846" w:rsidRDefault="002B1138" w:rsidP="00FF2098">
                            <w:pPr>
                              <w:pStyle w:val="EventHeading1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D46846">
                              <w:rPr>
                                <w:b/>
                                <w:sz w:val="56"/>
                                <w:szCs w:val="56"/>
                              </w:rPr>
                              <w:t>Incoming Freshman Looking for a Job?</w:t>
                            </w:r>
                            <w:proofErr w:type="gramEnd"/>
                          </w:p>
                          <w:p w:rsidR="002B1138" w:rsidRPr="00D46846" w:rsidRDefault="002B1138" w:rsidP="00FF2098">
                            <w:pPr>
                              <w:pStyle w:val="EventHeading1"/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D46846">
                              <w:rPr>
                                <w:b/>
                                <w:sz w:val="56"/>
                                <w:szCs w:val="56"/>
                              </w:rPr>
                              <w:t xml:space="preserve"> You Came to the Right Place.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7.75pt;margin-top:-21pt;width:388.85pt;height:121.4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8Vtw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" filled="f" stroked="f">
                <v:textbox style="mso-fit-shape-to-text:t">
                  <w:txbxContent>
                    <w:p w:rsidR="002B1138" w:rsidRPr="00D46846" w:rsidRDefault="002B1138" w:rsidP="00FF2098">
                      <w:pPr>
                        <w:pStyle w:val="EventHeading1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D46846">
                        <w:rPr>
                          <w:b/>
                          <w:sz w:val="56"/>
                          <w:szCs w:val="56"/>
                        </w:rPr>
                        <w:t>NOW HIRING!</w:t>
                      </w:r>
                    </w:p>
                    <w:p w:rsidR="002B1138" w:rsidRPr="00D46846" w:rsidRDefault="002B1138" w:rsidP="00FF2098">
                      <w:pPr>
                        <w:pStyle w:val="EventHeading1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proofErr w:type="gramStart"/>
                      <w:r w:rsidRPr="00D46846">
                        <w:rPr>
                          <w:b/>
                          <w:sz w:val="56"/>
                          <w:szCs w:val="56"/>
                        </w:rPr>
                        <w:t>Incoming Freshman Looking for a Job?</w:t>
                      </w:r>
                      <w:proofErr w:type="gramEnd"/>
                    </w:p>
                    <w:p w:rsidR="002B1138" w:rsidRPr="00D46846" w:rsidRDefault="002B1138" w:rsidP="00FF2098">
                      <w:pPr>
                        <w:pStyle w:val="EventHeading1"/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D46846">
                        <w:rPr>
                          <w:b/>
                          <w:sz w:val="56"/>
                          <w:szCs w:val="56"/>
                        </w:rPr>
                        <w:t xml:space="preserve"> You Came to the Right Place.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7193B8" wp14:editId="503CFA58">
                <wp:simplePos x="0" y="0"/>
                <wp:positionH relativeFrom="margin">
                  <wp:posOffset>-767715</wp:posOffset>
                </wp:positionH>
                <wp:positionV relativeFrom="margin">
                  <wp:posOffset>8507095</wp:posOffset>
                </wp:positionV>
                <wp:extent cx="5128895" cy="330835"/>
                <wp:effectExtent l="3810" t="1270" r="1270" b="1270"/>
                <wp:wrapTight wrapText="bothSides">
                  <wp:wrapPolygon edited="0">
                    <wp:start x="0" y="0"/>
                    <wp:lineTo x="0" y="0"/>
                    <wp:lineTo x="0" y="0"/>
                  </wp:wrapPolygon>
                </wp:wrapTight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889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Company"/>
                              <w:id w:val="451659653"/>
                              <w:placeholder>
                                <w:docPart w:val="008E98C9B820423ABBF212883465F7DF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2B1138" w:rsidRDefault="002B1138">
                                <w:pPr>
                                  <w:pStyle w:val="Organization"/>
                                </w:pPr>
                                <w:r>
                                  <w:t>Bloomsburg University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-60.45pt;margin-top:669.85pt;width:403.85pt;height:26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yva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" filled="f" stroked="f">
                <v:textbox>
                  <w:txbxContent>
                    <w:sdt>
                      <w:sdtPr>
                        <w:alias w:val="Company"/>
                        <w:id w:val="451659653"/>
                        <w:placeholder>
                          <w:docPart w:val="008E98C9B820423ABBF212883465F7DF"/>
                        </w:placeholder>
                        <w:dataBinding w:prefixMappings="xmlns:ns0='http://schemas.openxmlformats.org/officeDocument/2006/extended-properties'" w:xpath="/ns0:Properties[1]/ns0:Company[1]" w:storeItemID="{6668398D-A668-4E3E-A5EB-62B293D839F1}"/>
                        <w:text/>
                      </w:sdtPr>
                      <w:sdtContent>
                        <w:p w:rsidR="002B1138" w:rsidRDefault="002B1138">
                          <w:pPr>
                            <w:pStyle w:val="Organization"/>
                          </w:pPr>
                          <w:r>
                            <w:t>Bloomsburg University</w:t>
                          </w:r>
                        </w:p>
                      </w:sdtContent>
                    </w:sdt>
                  </w:txbxContent>
                </v:textbox>
                <w10:wrap type="tight" anchorx="margin" anchory="margin"/>
              </v:shape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5CEF97" wp14:editId="5E6043BA">
                <wp:simplePos x="0" y="0"/>
                <wp:positionH relativeFrom="margin">
                  <wp:posOffset>-551815</wp:posOffset>
                </wp:positionH>
                <wp:positionV relativeFrom="paragraph">
                  <wp:posOffset>2282825</wp:posOffset>
                </wp:positionV>
                <wp:extent cx="3171825" cy="2595880"/>
                <wp:effectExtent l="10160" t="6350" r="8890" b="762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5958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B1138" w:rsidRPr="008F7EB7" w:rsidRDefault="008F7EB7" w:rsidP="00FF2098">
                            <w:pPr>
                              <w:pStyle w:val="Location"/>
                              <w:rPr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8F7EB7">
                              <w:rPr>
                                <w:sz w:val="44"/>
                                <w:szCs w:val="44"/>
                                <w:u w:val="single"/>
                              </w:rPr>
                              <w:t>Hours</w:t>
                            </w:r>
                          </w:p>
                          <w:p w:rsidR="008F7EB7" w:rsidRDefault="008F7EB7" w:rsidP="00FF2098">
                            <w:pPr>
                              <w:pStyle w:val="Location"/>
                            </w:pPr>
                          </w:p>
                          <w:p w:rsidR="008F7EB7" w:rsidRDefault="008F7EB7" w:rsidP="00FF2098">
                            <w:pPr>
                              <w:pStyle w:val="Location"/>
                            </w:pPr>
                            <w:r>
                              <w:t>Minimum: 10 hours a week</w:t>
                            </w:r>
                          </w:p>
                          <w:p w:rsidR="008F7EB7" w:rsidRDefault="008F7EB7" w:rsidP="00FF2098">
                            <w:pPr>
                              <w:pStyle w:val="Location"/>
                            </w:pPr>
                          </w:p>
                          <w:p w:rsidR="008F7EB7" w:rsidRDefault="008F7EB7" w:rsidP="00FF2098">
                            <w:pPr>
                              <w:pStyle w:val="Location"/>
                            </w:pPr>
                            <w:r>
                              <w:t>Maximum: 20 hours a week</w:t>
                            </w:r>
                          </w:p>
                          <w:p w:rsidR="008F7EB7" w:rsidRDefault="008F7EB7" w:rsidP="00FF2098">
                            <w:pPr>
                              <w:pStyle w:val="Location"/>
                            </w:pPr>
                          </w:p>
                          <w:p w:rsidR="008F7EB7" w:rsidRDefault="006C603A" w:rsidP="00FF2098">
                            <w:pPr>
                              <w:pStyle w:val="Location"/>
                            </w:pPr>
                            <w:r>
                              <w:t>Not necessary to work during the summer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43.45pt;margin-top:179.75pt;width:249.75pt;height:204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" filled="f" strokecolor="#ff6f61 [3205]" strokeweight="1pt">
                <v:textbox>
                  <w:txbxContent>
                    <w:p w:rsidR="002B1138" w:rsidRPr="008F7EB7" w:rsidRDefault="008F7EB7" w:rsidP="00FF2098">
                      <w:pPr>
                        <w:pStyle w:val="Location"/>
                        <w:rPr>
                          <w:sz w:val="44"/>
                          <w:szCs w:val="44"/>
                          <w:u w:val="single"/>
                        </w:rPr>
                      </w:pPr>
                      <w:r w:rsidRPr="008F7EB7">
                        <w:rPr>
                          <w:sz w:val="44"/>
                          <w:szCs w:val="44"/>
                          <w:u w:val="single"/>
                        </w:rPr>
                        <w:t>Hours</w:t>
                      </w:r>
                    </w:p>
                    <w:p w:rsidR="008F7EB7" w:rsidRDefault="008F7EB7" w:rsidP="00FF2098">
                      <w:pPr>
                        <w:pStyle w:val="Location"/>
                      </w:pPr>
                    </w:p>
                    <w:p w:rsidR="008F7EB7" w:rsidRDefault="008F7EB7" w:rsidP="00FF2098">
                      <w:pPr>
                        <w:pStyle w:val="Location"/>
                      </w:pPr>
                      <w:r>
                        <w:t>Minimum: 10 hours a week</w:t>
                      </w:r>
                    </w:p>
                    <w:p w:rsidR="008F7EB7" w:rsidRDefault="008F7EB7" w:rsidP="00FF2098">
                      <w:pPr>
                        <w:pStyle w:val="Location"/>
                      </w:pPr>
                    </w:p>
                    <w:p w:rsidR="008F7EB7" w:rsidRDefault="008F7EB7" w:rsidP="00FF2098">
                      <w:pPr>
                        <w:pStyle w:val="Location"/>
                      </w:pPr>
                      <w:r>
                        <w:t>Maximum: 20 hours a week</w:t>
                      </w:r>
                    </w:p>
                    <w:p w:rsidR="008F7EB7" w:rsidRDefault="008F7EB7" w:rsidP="00FF2098">
                      <w:pPr>
                        <w:pStyle w:val="Location"/>
                      </w:pPr>
                    </w:p>
                    <w:p w:rsidR="008F7EB7" w:rsidRDefault="006C603A" w:rsidP="00FF2098">
                      <w:pPr>
                        <w:pStyle w:val="Location"/>
                      </w:pPr>
                      <w:r>
                        <w:t>Not necessary to work during the summer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13288A" wp14:editId="3006F42D">
                <wp:simplePos x="0" y="0"/>
                <wp:positionH relativeFrom="column">
                  <wp:posOffset>2925445</wp:posOffset>
                </wp:positionH>
                <wp:positionV relativeFrom="paragraph">
                  <wp:posOffset>2293620</wp:posOffset>
                </wp:positionV>
                <wp:extent cx="3097530" cy="2585085"/>
                <wp:effectExtent l="10795" t="7620" r="6350" b="76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7530" cy="25850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C603A" w:rsidRDefault="008F7EB7">
                            <w:pPr>
                              <w:rPr>
                                <w:rFonts w:asciiTheme="majorHAnsi" w:hAnsiTheme="majorHAnsi"/>
                                <w:b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8F7EB7">
                              <w:rPr>
                                <w:rFonts w:asciiTheme="majorHAnsi" w:hAnsiTheme="majorHAnsi"/>
                                <w:b/>
                                <w:sz w:val="44"/>
                                <w:szCs w:val="44"/>
                                <w:u w:val="single"/>
                              </w:rPr>
                              <w:t>Job Duties</w:t>
                            </w:r>
                          </w:p>
                          <w:p w:rsidR="006C603A" w:rsidRDefault="006C603A" w:rsidP="00D46846">
                            <w:pPr>
                              <w:spacing w:after="360"/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Make food</w:t>
                            </w:r>
                          </w:p>
                          <w:p w:rsidR="006C603A" w:rsidRDefault="006C603A" w:rsidP="00D46846">
                            <w:pPr>
                              <w:spacing w:after="360"/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Work register</w:t>
                            </w:r>
                          </w:p>
                          <w:p w:rsidR="006C603A" w:rsidRDefault="006C603A" w:rsidP="00D46846">
                            <w:pPr>
                              <w:spacing w:after="360"/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>Stock up goods</w:t>
                            </w:r>
                          </w:p>
                          <w:p w:rsidR="006C603A" w:rsidRPr="006C603A" w:rsidRDefault="006C603A">
                            <w:pPr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230.35pt;margin-top:180.6pt;width:243.9pt;height:20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" filled="f" strokecolor="#ff6f61 [3205]" strokeweight="1pt">
                <v:textbox>
                  <w:txbxContent>
                    <w:p w:rsidR="006C603A" w:rsidRDefault="008F7EB7">
                      <w:pPr>
                        <w:rPr>
                          <w:rFonts w:asciiTheme="majorHAnsi" w:hAnsiTheme="majorHAnsi"/>
                          <w:b/>
                          <w:sz w:val="44"/>
                          <w:szCs w:val="44"/>
                          <w:u w:val="single"/>
                        </w:rPr>
                      </w:pPr>
                      <w:r w:rsidRPr="008F7EB7">
                        <w:rPr>
                          <w:rFonts w:asciiTheme="majorHAnsi" w:hAnsiTheme="majorHAnsi"/>
                          <w:b/>
                          <w:sz w:val="44"/>
                          <w:szCs w:val="44"/>
                          <w:u w:val="single"/>
                        </w:rPr>
                        <w:t>Job Duties</w:t>
                      </w:r>
                    </w:p>
                    <w:p w:rsidR="006C603A" w:rsidRDefault="006C603A" w:rsidP="00D46846">
                      <w:pPr>
                        <w:spacing w:after="360"/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Make food</w:t>
                      </w:r>
                    </w:p>
                    <w:p w:rsidR="006C603A" w:rsidRDefault="006C603A" w:rsidP="00D46846">
                      <w:pPr>
                        <w:spacing w:after="360"/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Work register</w:t>
                      </w:r>
                    </w:p>
                    <w:p w:rsidR="006C603A" w:rsidRDefault="006C603A" w:rsidP="00D46846">
                      <w:pPr>
                        <w:spacing w:after="360"/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  <w:t>Stock up goods</w:t>
                      </w:r>
                    </w:p>
                    <w:p w:rsidR="006C603A" w:rsidRPr="006C603A" w:rsidRDefault="006C603A">
                      <w:pPr>
                        <w:rPr>
                          <w:rFonts w:asciiTheme="majorHAnsi" w:hAnsiTheme="majorHAnsi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15D2251D" wp14:editId="39E676F1">
                <wp:simplePos x="0" y="0"/>
                <wp:positionH relativeFrom="column">
                  <wp:posOffset>-681355</wp:posOffset>
                </wp:positionH>
                <wp:positionV relativeFrom="paragraph">
                  <wp:posOffset>-403860</wp:posOffset>
                </wp:positionV>
                <wp:extent cx="6858000" cy="9230360"/>
                <wp:effectExtent l="0" t="0" r="0" b="889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92303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B5DBE4"/>
                            </a:gs>
                            <a:gs pos="100000">
                              <a:schemeClr val="bg1">
                                <a:lumMod val="100000"/>
                                <a:lumOff val="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53.65pt;margin-top:-31.8pt;width:540pt;height:726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" fillcolor="#b5dbe4" stroked="f">
                <v:fill color2="white [3212]" rotate="t" focus="100%" type="gradient"/>
              </v:rect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-681355</wp:posOffset>
                </wp:positionH>
                <wp:positionV relativeFrom="paragraph">
                  <wp:posOffset>1557655</wp:posOffset>
                </wp:positionV>
                <wp:extent cx="6858000" cy="478790"/>
                <wp:effectExtent l="4445" t="0" r="0" b="1905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7879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-53.65pt;margin-top:122.65pt;width:540pt;height:37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" fillcolor="#ff6f61 [3205]" stroked="f"/>
            </w:pict>
          </mc:Fallback>
        </mc:AlternateContent>
      </w:r>
      <w:r w:rsidR="006C603A"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375285</wp:posOffset>
                </wp:positionH>
                <wp:positionV relativeFrom="page">
                  <wp:posOffset>429260</wp:posOffset>
                </wp:positionV>
                <wp:extent cx="7022465" cy="414655"/>
                <wp:effectExtent l="3810" t="635" r="3175" b="381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2465" cy="414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1138" w:rsidRDefault="002B1138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9.55pt;margin-top:33.8pt;width:552.95pt;height:32.65pt;z-index:-2516623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" o:allowincell="f" filled="f" stroked="f">
                <v:textbox style="mso-fit-shape-to-text:t">
                  <w:txbxContent>
                    <w:p w:rsidR="002B1138" w:rsidRDefault="002B1138"/>
                  </w:txbxContent>
                </v:textbox>
                <w10:wrap anchorx="page" anchory="page"/>
              </v:shape>
            </w:pict>
          </mc:Fallback>
        </mc:AlternateContent>
      </w:r>
    </w:p>
    <w:sectPr w:rsidR="001B61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1BAE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86BAF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CEA8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E8D6F1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98"/>
    <w:rsid w:val="001B61D6"/>
    <w:rsid w:val="002B1138"/>
    <w:rsid w:val="005E3A40"/>
    <w:rsid w:val="006C603A"/>
    <w:rsid w:val="008F7EB7"/>
    <w:rsid w:val="00D46846"/>
    <w:rsid w:val="00FF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after="0" w:line="216" w:lineRule="auto"/>
      <w:ind w:left="144" w:firstLine="720"/>
      <w:outlineLvl w:val="0"/>
    </w:pPr>
    <w:rPr>
      <w:rFonts w:asciiTheme="majorHAnsi" w:hAnsiTheme="majorHAnsi"/>
      <w:caps/>
      <w:sz w:val="144"/>
      <w:szCs w:val="144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after="0" w:line="216" w:lineRule="auto"/>
      <w:outlineLvl w:val="1"/>
    </w:pPr>
    <w:rPr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ateTime">
    <w:name w:val="Date &amp; Time"/>
    <w:basedOn w:val="Normal"/>
    <w:qFormat/>
    <w:rPr>
      <w:color w:val="FFFFFF" w:themeColor="background1"/>
      <w:sz w:val="48"/>
      <w:szCs w:val="48"/>
    </w:rPr>
  </w:style>
  <w:style w:type="paragraph" w:customStyle="1" w:styleId="Location">
    <w:name w:val="Location"/>
    <w:basedOn w:val="Normal"/>
    <w:qFormat/>
    <w:pPr>
      <w:spacing w:after="0" w:line="240" w:lineRule="auto"/>
    </w:pPr>
    <w:rPr>
      <w:rFonts w:asciiTheme="majorHAnsi" w:hAnsiTheme="majorHAnsi"/>
      <w:b/>
      <w:sz w:val="32"/>
      <w:szCs w:val="32"/>
    </w:rPr>
  </w:style>
  <w:style w:type="paragraph" w:customStyle="1" w:styleId="Address">
    <w:name w:val="Address"/>
    <w:basedOn w:val="Normal"/>
    <w:qFormat/>
    <w:pPr>
      <w:spacing w:after="0" w:line="240" w:lineRule="auto"/>
    </w:pPr>
    <w:rPr>
      <w:rFonts w:asciiTheme="majorHAnsi" w:hAnsiTheme="majorHAnsi"/>
      <w:color w:val="000000" w:themeColor="text1"/>
      <w:sz w:val="32"/>
      <w:szCs w:val="32"/>
    </w:rPr>
  </w:style>
  <w:style w:type="paragraph" w:customStyle="1" w:styleId="Description">
    <w:name w:val="Description"/>
    <w:basedOn w:val="Normal"/>
    <w:qFormat/>
    <w:pPr>
      <w:spacing w:line="288" w:lineRule="auto"/>
    </w:pPr>
    <w:rPr>
      <w:szCs w:val="24"/>
    </w:rPr>
  </w:style>
  <w:style w:type="paragraph" w:customStyle="1" w:styleId="Organization">
    <w:name w:val="Organization"/>
    <w:basedOn w:val="Normal"/>
    <w:qFormat/>
    <w:pPr>
      <w:spacing w:after="0" w:line="240" w:lineRule="auto"/>
    </w:pPr>
    <w:rPr>
      <w:rFonts w:asciiTheme="majorHAnsi" w:hAnsiTheme="majorHAnsi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ventHeading1">
    <w:name w:val="Event Heading 1"/>
    <w:basedOn w:val="Normal"/>
    <w:qFormat/>
    <w:pPr>
      <w:spacing w:after="0" w:line="216" w:lineRule="auto"/>
      <w:outlineLvl w:val="1"/>
    </w:pPr>
    <w:rPr>
      <w:sz w:val="52"/>
      <w:szCs w:val="72"/>
    </w:rPr>
  </w:style>
  <w:style w:type="paragraph" w:customStyle="1" w:styleId="EventHeading2">
    <w:name w:val="Event Heading 2"/>
    <w:basedOn w:val="Normal"/>
    <w:qFormat/>
    <w:pPr>
      <w:spacing w:before="440" w:after="0" w:line="240" w:lineRule="auto"/>
      <w:ind w:left="144" w:firstLine="720"/>
      <w:outlineLvl w:val="0"/>
    </w:pPr>
    <w:rPr>
      <w:rFonts w:asciiTheme="majorHAnsi" w:hAnsiTheme="majorHAnsi"/>
      <w:i/>
      <w:caps/>
      <w:sz w:val="72"/>
      <w:szCs w:val="1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after="0" w:line="216" w:lineRule="auto"/>
      <w:ind w:left="144" w:firstLine="720"/>
      <w:outlineLvl w:val="0"/>
    </w:pPr>
    <w:rPr>
      <w:rFonts w:asciiTheme="majorHAnsi" w:hAnsiTheme="majorHAnsi"/>
      <w:caps/>
      <w:sz w:val="144"/>
      <w:szCs w:val="144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pPr>
      <w:spacing w:after="0" w:line="216" w:lineRule="auto"/>
      <w:outlineLvl w:val="1"/>
    </w:pPr>
    <w:rPr>
      <w:sz w:val="72"/>
      <w:szCs w:val="7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ateTime">
    <w:name w:val="Date &amp; Time"/>
    <w:basedOn w:val="Normal"/>
    <w:qFormat/>
    <w:rPr>
      <w:color w:val="FFFFFF" w:themeColor="background1"/>
      <w:sz w:val="48"/>
      <w:szCs w:val="48"/>
    </w:rPr>
  </w:style>
  <w:style w:type="paragraph" w:customStyle="1" w:styleId="Location">
    <w:name w:val="Location"/>
    <w:basedOn w:val="Normal"/>
    <w:qFormat/>
    <w:pPr>
      <w:spacing w:after="0" w:line="240" w:lineRule="auto"/>
    </w:pPr>
    <w:rPr>
      <w:rFonts w:asciiTheme="majorHAnsi" w:hAnsiTheme="majorHAnsi"/>
      <w:b/>
      <w:sz w:val="32"/>
      <w:szCs w:val="32"/>
    </w:rPr>
  </w:style>
  <w:style w:type="paragraph" w:customStyle="1" w:styleId="Address">
    <w:name w:val="Address"/>
    <w:basedOn w:val="Normal"/>
    <w:qFormat/>
    <w:pPr>
      <w:spacing w:after="0" w:line="240" w:lineRule="auto"/>
    </w:pPr>
    <w:rPr>
      <w:rFonts w:asciiTheme="majorHAnsi" w:hAnsiTheme="majorHAnsi"/>
      <w:color w:val="000000" w:themeColor="text1"/>
      <w:sz w:val="32"/>
      <w:szCs w:val="32"/>
    </w:rPr>
  </w:style>
  <w:style w:type="paragraph" w:customStyle="1" w:styleId="Description">
    <w:name w:val="Description"/>
    <w:basedOn w:val="Normal"/>
    <w:qFormat/>
    <w:pPr>
      <w:spacing w:line="288" w:lineRule="auto"/>
    </w:pPr>
    <w:rPr>
      <w:szCs w:val="24"/>
    </w:rPr>
  </w:style>
  <w:style w:type="paragraph" w:customStyle="1" w:styleId="Organization">
    <w:name w:val="Organization"/>
    <w:basedOn w:val="Normal"/>
    <w:qFormat/>
    <w:pPr>
      <w:spacing w:after="0" w:line="240" w:lineRule="auto"/>
    </w:pPr>
    <w:rPr>
      <w:rFonts w:asciiTheme="majorHAnsi" w:hAnsiTheme="majorHAnsi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z w:val="144"/>
      <w:szCs w:val="14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sz w:val="72"/>
      <w:szCs w:val="7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ventHeading1">
    <w:name w:val="Event Heading 1"/>
    <w:basedOn w:val="Normal"/>
    <w:qFormat/>
    <w:pPr>
      <w:spacing w:after="0" w:line="216" w:lineRule="auto"/>
      <w:outlineLvl w:val="1"/>
    </w:pPr>
    <w:rPr>
      <w:sz w:val="52"/>
      <w:szCs w:val="72"/>
    </w:rPr>
  </w:style>
  <w:style w:type="paragraph" w:customStyle="1" w:styleId="EventHeading2">
    <w:name w:val="Event Heading 2"/>
    <w:basedOn w:val="Normal"/>
    <w:qFormat/>
    <w:pPr>
      <w:spacing w:before="440" w:after="0" w:line="240" w:lineRule="auto"/>
      <w:ind w:left="144" w:firstLine="720"/>
      <w:outlineLvl w:val="0"/>
    </w:pPr>
    <w:rPr>
      <w:rFonts w:asciiTheme="majorHAnsi" w:hAnsiTheme="majorHAnsi"/>
      <w:i/>
      <w:caps/>
      <w:sz w:val="72"/>
      <w:szCs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oogle.com/url?sa=i&amp;source=images&amp;cd=&amp;cad=rja&amp;docid=Xh8nb2s5eSJqaM&amp;tbnid=uUM3Vm1C9XMXJM:&amp;ved=0CAgQjRwwAA&amp;url=http://www.bloomu.edu/&amp;ei=-HVUUrXvOvLB4AO8tIGgBA&amp;psig=AFQjCNEaZV86_0iaFq0t5nprj8XGi1HbrQ&amp;ust=1381353337003418" TargetMode="Externa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tlin\AppData\Roaming\Microsoft\Templates\GenericEvent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08E98C9B820423ABBF212883465F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0E468-41FD-47F8-A61C-9129DC7CAC57}"/>
      </w:docPartPr>
      <w:docPartBody>
        <w:p w:rsidR="00E86DAD" w:rsidRDefault="00CE0DF3">
          <w:pPr>
            <w:pStyle w:val="008E98C9B820423ABBF212883465F7DF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DF3"/>
    <w:rsid w:val="00B06C6A"/>
    <w:rsid w:val="00CE0DF3"/>
    <w:rsid w:val="00E8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A331563ED84F0DAFA774D5F876238A">
    <w:name w:val="56A331563ED84F0DAFA774D5F876238A"/>
  </w:style>
  <w:style w:type="paragraph" w:customStyle="1" w:styleId="9B2B495BDF5A4EC98B5591AACF43EB2E">
    <w:name w:val="9B2B495BDF5A4EC98B5591AACF43EB2E"/>
  </w:style>
  <w:style w:type="paragraph" w:customStyle="1" w:styleId="008E98C9B820423ABBF212883465F7DF">
    <w:name w:val="008E98C9B820423ABBF212883465F7DF"/>
  </w:style>
  <w:style w:type="paragraph" w:customStyle="1" w:styleId="5ED4E52459EB40128ADAC98063AD6FD7">
    <w:name w:val="5ED4E52459EB40128ADAC98063AD6FD7"/>
  </w:style>
  <w:style w:type="paragraph" w:customStyle="1" w:styleId="58034CDDF9A1446E960E20F0299E7476">
    <w:name w:val="58034CDDF9A1446E960E20F0299E7476"/>
  </w:style>
  <w:style w:type="paragraph" w:customStyle="1" w:styleId="39110D28B8A8484DBC916601132F98F2">
    <w:name w:val="39110D28B8A8484DBC916601132F98F2"/>
  </w:style>
  <w:style w:type="paragraph" w:customStyle="1" w:styleId="5789257D7B9546ECB549DDEBEDDB5DA2">
    <w:name w:val="5789257D7B9546ECB549DDEBEDDB5D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A331563ED84F0DAFA774D5F876238A">
    <w:name w:val="56A331563ED84F0DAFA774D5F876238A"/>
  </w:style>
  <w:style w:type="paragraph" w:customStyle="1" w:styleId="9B2B495BDF5A4EC98B5591AACF43EB2E">
    <w:name w:val="9B2B495BDF5A4EC98B5591AACF43EB2E"/>
  </w:style>
  <w:style w:type="paragraph" w:customStyle="1" w:styleId="008E98C9B820423ABBF212883465F7DF">
    <w:name w:val="008E98C9B820423ABBF212883465F7DF"/>
  </w:style>
  <w:style w:type="paragraph" w:customStyle="1" w:styleId="5ED4E52459EB40128ADAC98063AD6FD7">
    <w:name w:val="5ED4E52459EB40128ADAC98063AD6FD7"/>
  </w:style>
  <w:style w:type="paragraph" w:customStyle="1" w:styleId="58034CDDF9A1446E960E20F0299E7476">
    <w:name w:val="58034CDDF9A1446E960E20F0299E7476"/>
  </w:style>
  <w:style w:type="paragraph" w:customStyle="1" w:styleId="39110D28B8A8484DBC916601132F98F2">
    <w:name w:val="39110D28B8A8484DBC916601132F98F2"/>
  </w:style>
  <w:style w:type="paragraph" w:customStyle="1" w:styleId="5789257D7B9546ECB549DDEBEDDB5DA2">
    <w:name w:val="5789257D7B9546ECB549DDEBEDDB5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Deluxe">
      <a:dk1>
        <a:sysClr val="windowText" lastClr="000000"/>
      </a:dk1>
      <a:lt1>
        <a:sysClr val="window" lastClr="FFFFFF"/>
      </a:lt1>
      <a:dk2>
        <a:srgbClr val="30356E"/>
      </a:dk2>
      <a:lt2>
        <a:srgbClr val="FFF9E5"/>
      </a:lt2>
      <a:accent1>
        <a:srgbClr val="CC4757"/>
      </a:accent1>
      <a:accent2>
        <a:srgbClr val="FF6F61"/>
      </a:accent2>
      <a:accent3>
        <a:srgbClr val="FF953E"/>
      </a:accent3>
      <a:accent4>
        <a:srgbClr val="F8BD52"/>
      </a:accent4>
      <a:accent5>
        <a:srgbClr val="46A6BD"/>
      </a:accent5>
      <a:accent6>
        <a:srgbClr val="5488BC"/>
      </a:accent6>
      <a:hlink>
        <a:srgbClr val="FA7D7A"/>
      </a:hlink>
      <a:folHlink>
        <a:srgbClr val="FFCF3E"/>
      </a:folHlink>
    </a:clrScheme>
    <a:fontScheme name="Office Fonts">
      <a:majorFont>
        <a:latin typeface="Cambria"/>
        <a:ea typeface=""/>
        <a:cs typeface=""/>
        <a:font script="Jpan" typeface="MS Mincho"/>
        <a:font script="Arab" typeface="Times New Roman"/>
        <a:font script="Hang" typeface="Batang"/>
        <a:font script="Hant" typeface="MingLiu"/>
        <a:font script="Hans" typeface="SimSun"/>
        <a:font script="Cyrl" typeface="Times New Roman"/>
        <a:font script="Grek" typeface="Times New Roman"/>
        <a:font script="Hebr" typeface="Times New Roman"/>
        <a:font script="Viet" typeface="Times New Roman"/>
        <a:font script="Thai" typeface="Angsana New"/>
      </a:majorFont>
      <a:minorFont>
        <a:latin typeface="Calibri"/>
        <a:ea typeface=""/>
        <a:cs typeface=""/>
        <a:font script="Jpan" typeface="MS Gothic"/>
        <a:font script="Arab" typeface="Arial"/>
        <a:font script="Hang" typeface="Dotum"/>
        <a:font script="Hant" typeface="PMingLiu"/>
        <a:font script="Hans" typeface="SimHei"/>
        <a:font script="Cyrl" typeface="Arial"/>
        <a:font script="Grek" typeface="Arial"/>
        <a:font script="Hebr" typeface="Arial"/>
        <a:font script="Viet" typeface="Arial"/>
        <a:font script="Thai" typeface="Cordia New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16CDE1B-E783-4568-B094-A72DD14C8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GenericEventFlyer</Template>
  <TotalTime>53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Summer event flyer</vt:lpstr>
    </vt:vector>
  </TitlesOfParts>
  <Company>Bloomsburg University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Summer event flyer</dc:title>
  <dc:creator>Caitlin</dc:creator>
  <cp:lastModifiedBy>Caitlin</cp:lastModifiedBy>
  <cp:revision>2</cp:revision>
  <cp:lastPrinted>2006-08-01T17:47:00Z</cp:lastPrinted>
  <dcterms:created xsi:type="dcterms:W3CDTF">2013-10-08T20:39:00Z</dcterms:created>
  <dcterms:modified xsi:type="dcterms:W3CDTF">2013-11-13T19:58:00Z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TC101731849990</vt:lpwstr>
  </property>
</Properties>
</file>